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5C6A3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5C6A31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04AB4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33C8A" w:rsidRDefault="005119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3E6B1A" w:rsidRPr="009C54AE" w:rsidRDefault="008B5229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E6B1A" w:rsidRPr="009C54AE" w:rsidRDefault="008B5229" w:rsidP="009F7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E6B1A" w:rsidRPr="009C54AE" w:rsidRDefault="00511986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E6B1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1986" w:rsidP="005119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1221B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3056A2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>–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szkoły podstawowej, jako przygotowanie do integracji treści nauczania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0B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5119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119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niczego i społecznego jako struktury złożonej z wielu wzajemnie powiązanych ko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511986" w:rsidRDefault="00511986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0233D2" w:rsidRDefault="00C75F0B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0233D2" w:rsidRDefault="00C75F0B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11986" w:rsidRPr="009C54AE" w:rsidRDefault="005119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11986" w:rsidRDefault="0085747A" w:rsidP="0051198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ED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 w:rsidR="00ED61F1"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 w:rsidR="00ED6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 xml:space="preserve"> Charakterystyka wybranych ekosystemów lądowych i wodnych: las, łąka, pole, staw.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Środowisko życia człowieka geosfera (atmosfera, hydrosfera,)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11986" w:rsidRDefault="0085747A" w:rsidP="005119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su dydaktyczno- wychowawczego w przedszkolu i edukacji wczesnoszkolnej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pacia jako terenów poznawanych przez uczniów klas I-III w ramach wycieczek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Zbiorowiska i czynniki je kształtujące. Biocenozy, ekosystemy, biomy i biosfera.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Gatunki chronione. Rośliny uprawne, lecznicze.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Zwierzęta w ekosystemach. Przegląd systematyczny zwierząt. Podstawy fizjologii.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</w:t>
            </w:r>
            <w:r w:rsidR="00DE5995">
              <w:rPr>
                <w:rFonts w:ascii="Corbel" w:hAnsi="Corbel"/>
                <w:sz w:val="24"/>
                <w:szCs w:val="24"/>
              </w:rPr>
              <w:t>. Sztuczne środowisko życia człowieka współczesnego i wyn</w:t>
            </w:r>
            <w:r w:rsidR="00DE5995">
              <w:rPr>
                <w:rFonts w:ascii="Corbel" w:hAnsi="Corbel"/>
                <w:sz w:val="24"/>
                <w:szCs w:val="24"/>
              </w:rPr>
              <w:t>i</w:t>
            </w:r>
            <w:r w:rsidR="00DE5995">
              <w:rPr>
                <w:rFonts w:ascii="Corbel" w:hAnsi="Corbel"/>
                <w:sz w:val="24"/>
                <w:szCs w:val="24"/>
              </w:rPr>
              <w:t>kające stąd zagrożenia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C6A31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</w:t>
            </w:r>
            <w:r w:rsidR="00DE5995">
              <w:rPr>
                <w:rFonts w:ascii="Corbel" w:hAnsi="Corbel"/>
                <w:sz w:val="24"/>
                <w:szCs w:val="24"/>
              </w:rPr>
              <w:t>. Zdrowie i choroba. Czynniki chorobotwó</w:t>
            </w:r>
            <w:r w:rsidR="00DE5995">
              <w:rPr>
                <w:rFonts w:ascii="Corbel" w:hAnsi="Corbel"/>
                <w:sz w:val="24"/>
                <w:szCs w:val="24"/>
              </w:rPr>
              <w:t>r</w:t>
            </w:r>
            <w:r w:rsidR="00DE5995">
              <w:rPr>
                <w:rFonts w:ascii="Corbel" w:hAnsi="Corbel"/>
                <w:sz w:val="24"/>
                <w:szCs w:val="24"/>
              </w:rPr>
              <w:t>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511986" w:rsidRDefault="00523748" w:rsidP="00511986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>gry dydaktyc</w:t>
      </w:r>
      <w:r w:rsidRPr="009A6441">
        <w:t>z</w:t>
      </w:r>
      <w:r w:rsidRPr="009A6441">
        <w:t xml:space="preserve">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C50391" w:rsidRDefault="00DE5995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C50391" w:rsidRDefault="0025688E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511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0233D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>towanie prezentacji, analiza literatury</w:t>
            </w:r>
          </w:p>
        </w:tc>
        <w:tc>
          <w:tcPr>
            <w:tcW w:w="4677" w:type="dxa"/>
          </w:tcPr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BC68A5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0233D2"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zofii i teologii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Wydawnictwo UKSW, Warszawa 1999</w:t>
            </w:r>
          </w:p>
          <w:p w:rsidR="00135572" w:rsidRPr="003056A2" w:rsidRDefault="00135572" w:rsidP="000233D2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056A2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3056A2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3056A2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3056A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177BD" w:rsidRDefault="00135572" w:rsidP="000233D2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proofErr w:type="spellStart"/>
            <w:r w:rsidRPr="003056A2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3056A2">
              <w:rPr>
                <w:rFonts w:ascii="Corbel" w:hAnsi="Corbel"/>
                <w:sz w:val="24"/>
                <w:szCs w:val="24"/>
              </w:rPr>
              <w:t xml:space="preserve"> C.A. „Biologia”, Warszawa 1996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511986" w:rsidRDefault="00511986" w:rsidP="005119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5119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A89" w:rsidRDefault="00A53A89" w:rsidP="00C16ABF">
      <w:pPr>
        <w:spacing w:after="0" w:line="240" w:lineRule="auto"/>
      </w:pPr>
      <w:r>
        <w:separator/>
      </w:r>
    </w:p>
  </w:endnote>
  <w:endnote w:type="continuationSeparator" w:id="0">
    <w:p w:rsidR="00A53A89" w:rsidRDefault="00A53A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A89" w:rsidRDefault="00A53A89" w:rsidP="00C16ABF">
      <w:pPr>
        <w:spacing w:after="0" w:line="240" w:lineRule="auto"/>
      </w:pPr>
      <w:r>
        <w:separator/>
      </w:r>
    </w:p>
  </w:footnote>
  <w:footnote w:type="continuationSeparator" w:id="0">
    <w:p w:rsidR="00A53A89" w:rsidRDefault="00A53A8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3D2"/>
    <w:rsid w:val="00042A51"/>
    <w:rsid w:val="00042C1B"/>
    <w:rsid w:val="00042D2E"/>
    <w:rsid w:val="00044C82"/>
    <w:rsid w:val="00065084"/>
    <w:rsid w:val="00070ED6"/>
    <w:rsid w:val="000742DC"/>
    <w:rsid w:val="0007665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2926"/>
    <w:rsid w:val="000F5615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68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6A2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ECF"/>
    <w:rsid w:val="003C7224"/>
    <w:rsid w:val="003D18A9"/>
    <w:rsid w:val="003D6CE2"/>
    <w:rsid w:val="003E1941"/>
    <w:rsid w:val="003E2FE6"/>
    <w:rsid w:val="003E49D5"/>
    <w:rsid w:val="003E6B1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08A4"/>
    <w:rsid w:val="00471326"/>
    <w:rsid w:val="0047598D"/>
    <w:rsid w:val="004840FD"/>
    <w:rsid w:val="00490F7D"/>
    <w:rsid w:val="00491678"/>
    <w:rsid w:val="004968E2"/>
    <w:rsid w:val="004A3EEA"/>
    <w:rsid w:val="004A4D1F"/>
    <w:rsid w:val="004D03A5"/>
    <w:rsid w:val="004D5282"/>
    <w:rsid w:val="004F1551"/>
    <w:rsid w:val="004F55A3"/>
    <w:rsid w:val="0050496F"/>
    <w:rsid w:val="00505CDF"/>
    <w:rsid w:val="00511986"/>
    <w:rsid w:val="00513B6F"/>
    <w:rsid w:val="00517C63"/>
    <w:rsid w:val="00523748"/>
    <w:rsid w:val="00526C94"/>
    <w:rsid w:val="005363C4"/>
    <w:rsid w:val="00536BDE"/>
    <w:rsid w:val="00543ACC"/>
    <w:rsid w:val="0056696D"/>
    <w:rsid w:val="00567CF6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C714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4B0"/>
    <w:rsid w:val="00763BF1"/>
    <w:rsid w:val="00766FD4"/>
    <w:rsid w:val="0078168C"/>
    <w:rsid w:val="00787C2A"/>
    <w:rsid w:val="00790E27"/>
    <w:rsid w:val="00795CA0"/>
    <w:rsid w:val="007A4022"/>
    <w:rsid w:val="007A6E6E"/>
    <w:rsid w:val="007C3299"/>
    <w:rsid w:val="007C3BCC"/>
    <w:rsid w:val="007C4546"/>
    <w:rsid w:val="007D6E56"/>
    <w:rsid w:val="007F1652"/>
    <w:rsid w:val="007F4155"/>
    <w:rsid w:val="00804AB4"/>
    <w:rsid w:val="0081554D"/>
    <w:rsid w:val="0081707E"/>
    <w:rsid w:val="0081737D"/>
    <w:rsid w:val="008449B3"/>
    <w:rsid w:val="00847721"/>
    <w:rsid w:val="00850BB3"/>
    <w:rsid w:val="00851C4C"/>
    <w:rsid w:val="0085747A"/>
    <w:rsid w:val="00864441"/>
    <w:rsid w:val="00865074"/>
    <w:rsid w:val="00884922"/>
    <w:rsid w:val="00885F64"/>
    <w:rsid w:val="008917F9"/>
    <w:rsid w:val="008A45F7"/>
    <w:rsid w:val="008B522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3F39"/>
    <w:rsid w:val="009F3C5C"/>
    <w:rsid w:val="009F4610"/>
    <w:rsid w:val="009F7236"/>
    <w:rsid w:val="00A00ECC"/>
    <w:rsid w:val="00A155EE"/>
    <w:rsid w:val="00A2245B"/>
    <w:rsid w:val="00A30110"/>
    <w:rsid w:val="00A36899"/>
    <w:rsid w:val="00A371F6"/>
    <w:rsid w:val="00A43BF6"/>
    <w:rsid w:val="00A4487E"/>
    <w:rsid w:val="00A53A89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391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33C8A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221B"/>
    <w:rsid w:val="00F17567"/>
    <w:rsid w:val="00F20369"/>
    <w:rsid w:val="00F27A7B"/>
    <w:rsid w:val="00F526AF"/>
    <w:rsid w:val="00F550F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CE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34D8B-6B7A-4092-95E1-8D218701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206</TotalTime>
  <Pages>1</Pages>
  <Words>1075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2019-10-17T17:39:00Z</dcterms:created>
  <dcterms:modified xsi:type="dcterms:W3CDTF">2021-01-21T10:58:00Z</dcterms:modified>
</cp:coreProperties>
</file>